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3C1BAB" w14:textId="77777777" w:rsidR="00994F86" w:rsidRDefault="00994F86"/>
    <w:p w14:paraId="5DFE2DE9" w14:textId="77777777" w:rsidR="00A44E81" w:rsidRDefault="00952A5A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78AF0DE" wp14:editId="284770CE">
                <wp:simplePos x="0" y="0"/>
                <wp:positionH relativeFrom="column">
                  <wp:posOffset>1098331</wp:posOffset>
                </wp:positionH>
                <wp:positionV relativeFrom="page">
                  <wp:posOffset>693683</wp:posOffset>
                </wp:positionV>
                <wp:extent cx="2276856" cy="0"/>
                <wp:effectExtent l="0" t="0" r="0" b="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7685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  <a:bevel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42AFF27" id="Straight Connector 2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86.5pt,54.6pt" to="265.8pt,54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" strokecolor="#747070 [1614]" strokeweight="1pt">
                <v:stroke joinstyle="bevel"/>
                <w10:wrap anchory="page"/>
                <w10:anchorlock/>
              </v:line>
            </w:pict>
          </mc:Fallback>
        </mc:AlternateContent>
      </w:r>
    </w:p>
    <w:p w14:paraId="7B3425B9" w14:textId="77777777" w:rsidR="00A44E81" w:rsidRPr="00A44E81" w:rsidRDefault="00A44E81" w:rsidP="00A44E81"/>
    <w:p w14:paraId="1A98217F" w14:textId="77777777" w:rsidR="00A44E81" w:rsidRPr="00A44E81" w:rsidRDefault="00A44E81" w:rsidP="00A44E81"/>
    <w:p w14:paraId="5949BF34" w14:textId="77777777" w:rsidR="00A44E81" w:rsidRPr="00A44E81" w:rsidRDefault="00A44E81" w:rsidP="00A44E81"/>
    <w:p w14:paraId="7D392553" w14:textId="77777777" w:rsidR="00A44E81" w:rsidRPr="00A44E81" w:rsidRDefault="00A44E81" w:rsidP="00A44E81"/>
    <w:p w14:paraId="1459CF86" w14:textId="77777777" w:rsidR="00A44E81" w:rsidRPr="00A44E81" w:rsidRDefault="00A44E81" w:rsidP="00A44E81"/>
    <w:p w14:paraId="547B1096" w14:textId="77777777" w:rsidR="00A44E81" w:rsidRPr="00A44E81" w:rsidRDefault="00A44E81" w:rsidP="00A44E81"/>
    <w:p w14:paraId="10381A38" w14:textId="77777777" w:rsidR="00A44E81" w:rsidRPr="00A44E81" w:rsidRDefault="00A44E81" w:rsidP="00A44E81"/>
    <w:p w14:paraId="53529402" w14:textId="77777777" w:rsidR="00A44E81" w:rsidRPr="00A44E81" w:rsidRDefault="00A44E81" w:rsidP="00A44E81"/>
    <w:p w14:paraId="2204FD60" w14:textId="77777777" w:rsidR="00A44E81" w:rsidRPr="00A44E81" w:rsidRDefault="00A44E81" w:rsidP="00A44E81"/>
    <w:p w14:paraId="34790DE3" w14:textId="77777777" w:rsidR="00A44E81" w:rsidRPr="00A44E81" w:rsidRDefault="00A44E81" w:rsidP="00A44E81"/>
    <w:p w14:paraId="23169848" w14:textId="77777777" w:rsidR="00A44E81" w:rsidRPr="00A44E81" w:rsidRDefault="00A44E81" w:rsidP="00A44E81"/>
    <w:p w14:paraId="34DCBB54" w14:textId="77777777" w:rsidR="00A44E81" w:rsidRPr="00A44E81" w:rsidRDefault="00A44E81" w:rsidP="00A44E81"/>
    <w:p w14:paraId="130B4FB3" w14:textId="77777777" w:rsidR="00A44E81" w:rsidRPr="00A44E81" w:rsidRDefault="00A44E81" w:rsidP="00A44E81"/>
    <w:p w14:paraId="33FD32C3" w14:textId="77777777" w:rsidR="00A44E81" w:rsidRPr="00A44E81" w:rsidRDefault="00A44E81" w:rsidP="00A44E81"/>
    <w:p w14:paraId="1391272D" w14:textId="77777777" w:rsidR="00A44E81" w:rsidRPr="00A44E81" w:rsidRDefault="00A44E81" w:rsidP="00A44E81"/>
    <w:p w14:paraId="4298B600" w14:textId="77777777" w:rsidR="00661527" w:rsidRPr="00A44E81" w:rsidRDefault="00661527" w:rsidP="00A44E81">
      <w:bookmarkStart w:id="0" w:name="_GoBack"/>
      <w:bookmarkEnd w:id="0"/>
    </w:p>
    <w:sectPr w:rsidR="00661527" w:rsidRPr="00A44E81" w:rsidSect="00994F86">
      <w:headerReference w:type="default" r:id="rId6"/>
      <w:footerReference w:type="default" r:id="rId7"/>
      <w:pgSz w:w="12240" w:h="15840" w:code="1"/>
      <w:pgMar w:top="1980" w:right="720" w:bottom="720" w:left="720" w:header="720" w:footer="720" w:gutter="0"/>
      <w:pgBorders w:offsetFrom="page">
        <w:top w:val="single" w:sz="12" w:space="24" w:color="1F3864" w:themeColor="accent1" w:themeShade="80"/>
        <w:left w:val="single" w:sz="12" w:space="24" w:color="1F3864" w:themeColor="accent1" w:themeShade="80"/>
        <w:bottom w:val="single" w:sz="12" w:space="24" w:color="1F3864" w:themeColor="accent1" w:themeShade="80"/>
        <w:right w:val="single" w:sz="12" w:space="24" w:color="1F3864" w:themeColor="accent1" w:themeShade="8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AC854F" w14:textId="77777777" w:rsidR="00717075" w:rsidRDefault="00717075" w:rsidP="00912DB1">
      <w:pPr>
        <w:spacing w:after="0" w:line="240" w:lineRule="auto"/>
      </w:pPr>
      <w:r>
        <w:separator/>
      </w:r>
    </w:p>
  </w:endnote>
  <w:endnote w:type="continuationSeparator" w:id="0">
    <w:p w14:paraId="7E24B33F" w14:textId="77777777" w:rsidR="00717075" w:rsidRDefault="00717075" w:rsidP="00912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751AAB" w14:textId="77777777" w:rsidR="00BE7F9F" w:rsidRPr="00BE7F9F" w:rsidRDefault="00A44E81">
    <w:pPr>
      <w:pStyle w:val="Footer"/>
      <w:rPr>
        <w:lang w:val="en-GB"/>
      </w:rPr>
    </w:pPr>
    <w:r w:rsidRPr="00A44E81">
      <w:rPr>
        <w:rFonts w:ascii="Times New Roman" w:hAnsi="Times New Roman" w:cs="Times New Roman"/>
        <w:lang w:val="en-GB"/>
      </w:rPr>
      <w:t>Tel:</w:t>
    </w:r>
    <w:r w:rsidR="00BE7F9F" w:rsidRPr="00A44E81">
      <w:rPr>
        <w:rFonts w:ascii="Times New Roman" w:hAnsi="Times New Roman" w:cs="Times New Roman"/>
        <w:lang w:val="en-GB"/>
      </w:rPr>
      <w:t xml:space="preserve"> 0333 305 0747</w:t>
    </w:r>
    <w:r w:rsidR="00BE7F9F">
      <w:rPr>
        <w:lang w:val="en-GB"/>
      </w:rPr>
      <w:tab/>
      <w:t xml:space="preserve">                                                                        </w:t>
    </w:r>
    <w:r w:rsidRPr="00A44E81">
      <w:rPr>
        <w:rFonts w:ascii="Times New Roman" w:hAnsi="Times New Roman" w:cs="Times New Roman"/>
        <w:lang w:val="en-GB"/>
      </w:rPr>
      <w:tab/>
    </w:r>
    <w:r w:rsidR="00BE7F9F" w:rsidRPr="00A44E81">
      <w:rPr>
        <w:rFonts w:ascii="Times New Roman" w:hAnsi="Times New Roman" w:cs="Times New Roman"/>
        <w:lang w:val="en-GB"/>
      </w:rPr>
      <w:t xml:space="preserve">Company No. </w:t>
    </w:r>
    <w:r w:rsidRPr="00A44E81">
      <w:rPr>
        <w:rFonts w:ascii="Times New Roman" w:hAnsi="Times New Roman" w:cs="Times New Roman"/>
        <w:lang w:val="en-GB"/>
      </w:rPr>
      <w:t>176596B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5C577F" w14:textId="77777777" w:rsidR="00717075" w:rsidRDefault="00717075" w:rsidP="00912DB1">
      <w:pPr>
        <w:spacing w:after="0" w:line="240" w:lineRule="auto"/>
      </w:pPr>
      <w:r>
        <w:separator/>
      </w:r>
    </w:p>
  </w:footnote>
  <w:footnote w:type="continuationSeparator" w:id="0">
    <w:p w14:paraId="3AEFC39C" w14:textId="77777777" w:rsidR="00717075" w:rsidRDefault="00717075" w:rsidP="00912D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0159A6" w14:textId="77777777" w:rsidR="00912DB1" w:rsidRDefault="00994F86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9B4F5B6" wp14:editId="3E432A3F">
              <wp:simplePos x="0" y="0"/>
              <wp:positionH relativeFrom="column">
                <wp:posOffset>4966138</wp:posOffset>
              </wp:positionH>
              <wp:positionV relativeFrom="paragraph">
                <wp:posOffset>-57808</wp:posOffset>
              </wp:positionV>
              <wp:extent cx="2028496" cy="525517"/>
              <wp:effectExtent l="0" t="0" r="0" b="8255"/>
              <wp:wrapNone/>
              <wp:docPr id="26" name="Text Box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28496" cy="52551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FB53F0B" w14:textId="77777777" w:rsidR="00994F86" w:rsidRPr="00994F86" w:rsidRDefault="00994F86" w:rsidP="00994F86">
                          <w:pPr>
                            <w:pStyle w:val="NoSpacing"/>
                            <w:jc w:val="right"/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</w:pPr>
                          <w:r w:rsidRPr="00994F86"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  <w:t>SANDY PORT, WEST BAY STREET</w:t>
                          </w:r>
                        </w:p>
                        <w:p w14:paraId="2740654F" w14:textId="77777777" w:rsidR="00994F86" w:rsidRPr="00994F86" w:rsidRDefault="00994F86" w:rsidP="00994F86">
                          <w:pPr>
                            <w:pStyle w:val="NoSpacing"/>
                            <w:jc w:val="right"/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</w:pPr>
                          <w:r w:rsidRPr="00994F86"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  <w:t>THIRD FLOOR, SUITE 300</w:t>
                          </w:r>
                        </w:p>
                        <w:p w14:paraId="6C7B5925" w14:textId="77777777" w:rsidR="00994F86" w:rsidRPr="00994F86" w:rsidRDefault="00994F86" w:rsidP="00994F86">
                          <w:pPr>
                            <w:pStyle w:val="NoSpacing"/>
                            <w:jc w:val="right"/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</w:pPr>
                          <w:r w:rsidRPr="00994F86"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  <w:t>P.O. BOX CB-12209</w:t>
                          </w:r>
                        </w:p>
                        <w:p w14:paraId="5317CB4A" w14:textId="77777777" w:rsidR="00994F86" w:rsidRPr="00994F86" w:rsidRDefault="00994F86" w:rsidP="00994F86">
                          <w:pPr>
                            <w:pStyle w:val="NoSpacing"/>
                            <w:jc w:val="right"/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</w:pPr>
                          <w:r w:rsidRPr="00994F86">
                            <w:rPr>
                              <w:rFonts w:ascii="Times New Roman" w:hAnsi="Times New Roman" w:cs="Times New Roman"/>
                              <w:sz w:val="14"/>
                              <w:szCs w:val="14"/>
                            </w:rPr>
                            <w:t>NASSAU BAHAMAS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B4F5B6" id="_x0000_t202" coordsize="21600,21600" o:spt="202" path="m0,0l0,21600,21600,21600,21600,0xe">
              <v:stroke joinstyle="miter"/>
              <v:path gradientshapeok="t" o:connecttype="rect"/>
            </v:shapetype>
            <v:shape id="Text Box 26" o:spid="_x0000_s1026" type="#_x0000_t202" style="position:absolute;margin-left:391.05pt;margin-top:-4.5pt;width:159.7pt;height:41.4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" fillcolor="white [3201]" stroked="f" strokeweight=".5pt">
              <v:textbox>
                <w:txbxContent>
                  <w:p w14:paraId="3FB53F0B" w14:textId="77777777" w:rsidR="00994F86" w:rsidRPr="00994F86" w:rsidRDefault="00994F86" w:rsidP="00994F86">
                    <w:pPr>
                      <w:pStyle w:val="NoSpacing"/>
                      <w:jc w:val="right"/>
                      <w:rPr>
                        <w:rFonts w:ascii="Times New Roman" w:hAnsi="Times New Roman" w:cs="Times New Roman"/>
                        <w:sz w:val="14"/>
                        <w:szCs w:val="14"/>
                      </w:rPr>
                    </w:pPr>
                    <w:r w:rsidRPr="00994F86">
                      <w:rPr>
                        <w:rFonts w:ascii="Times New Roman" w:hAnsi="Times New Roman" w:cs="Times New Roman"/>
                        <w:sz w:val="14"/>
                        <w:szCs w:val="14"/>
                      </w:rPr>
                      <w:t>SANDY PORT, WEST BAY STREET</w:t>
                    </w:r>
                  </w:p>
                  <w:p w14:paraId="2740654F" w14:textId="77777777" w:rsidR="00994F86" w:rsidRPr="00994F86" w:rsidRDefault="00994F86" w:rsidP="00994F86">
                    <w:pPr>
                      <w:pStyle w:val="NoSpacing"/>
                      <w:jc w:val="right"/>
                      <w:rPr>
                        <w:rFonts w:ascii="Times New Roman" w:hAnsi="Times New Roman" w:cs="Times New Roman"/>
                        <w:sz w:val="14"/>
                        <w:szCs w:val="14"/>
                      </w:rPr>
                    </w:pPr>
                    <w:r w:rsidRPr="00994F86">
                      <w:rPr>
                        <w:rFonts w:ascii="Times New Roman" w:hAnsi="Times New Roman" w:cs="Times New Roman"/>
                        <w:sz w:val="14"/>
                        <w:szCs w:val="14"/>
                      </w:rPr>
                      <w:t>THIRD FLOOR, SUITE 300</w:t>
                    </w:r>
                  </w:p>
                  <w:p w14:paraId="6C7B5925" w14:textId="77777777" w:rsidR="00994F86" w:rsidRPr="00994F86" w:rsidRDefault="00994F86" w:rsidP="00994F86">
                    <w:pPr>
                      <w:pStyle w:val="NoSpacing"/>
                      <w:jc w:val="right"/>
                      <w:rPr>
                        <w:rFonts w:ascii="Times New Roman" w:hAnsi="Times New Roman" w:cs="Times New Roman"/>
                        <w:sz w:val="14"/>
                        <w:szCs w:val="14"/>
                      </w:rPr>
                    </w:pPr>
                    <w:r w:rsidRPr="00994F86">
                      <w:rPr>
                        <w:rFonts w:ascii="Times New Roman" w:hAnsi="Times New Roman" w:cs="Times New Roman"/>
                        <w:sz w:val="14"/>
                        <w:szCs w:val="14"/>
                      </w:rPr>
                      <w:t>P.O. BOX CB-12209</w:t>
                    </w:r>
                  </w:p>
                  <w:p w14:paraId="5317CB4A" w14:textId="77777777" w:rsidR="00994F86" w:rsidRPr="00994F86" w:rsidRDefault="00994F86" w:rsidP="00994F86">
                    <w:pPr>
                      <w:pStyle w:val="NoSpacing"/>
                      <w:jc w:val="right"/>
                      <w:rPr>
                        <w:rFonts w:ascii="Times New Roman" w:hAnsi="Times New Roman" w:cs="Times New Roman"/>
                        <w:sz w:val="14"/>
                        <w:szCs w:val="14"/>
                      </w:rPr>
                    </w:pPr>
                    <w:r w:rsidRPr="00994F86">
                      <w:rPr>
                        <w:rFonts w:ascii="Times New Roman" w:hAnsi="Times New Roman" w:cs="Times New Roman"/>
                        <w:sz w:val="14"/>
                        <w:szCs w:val="14"/>
                      </w:rPr>
                      <w:t>NASSAU BAHAMAS</w:t>
                    </w:r>
                  </w:p>
                </w:txbxContent>
              </v:textbox>
            </v:shape>
          </w:pict>
        </mc:Fallback>
      </mc:AlternateContent>
    </w:r>
    <w:r w:rsidR="00D431F4"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31B898A4" wp14:editId="11C498AF">
              <wp:simplePos x="0" y="0"/>
              <wp:positionH relativeFrom="column">
                <wp:posOffset>972207</wp:posOffset>
              </wp:positionH>
              <wp:positionV relativeFrom="paragraph">
                <wp:posOffset>-194441</wp:posOffset>
              </wp:positionV>
              <wp:extent cx="2611019" cy="851694"/>
              <wp:effectExtent l="0" t="0" r="0" b="5715"/>
              <wp:wrapSquare wrapText="bothSides"/>
              <wp:docPr id="24" name="Group 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611019" cy="851694"/>
                        <a:chOff x="0" y="0"/>
                        <a:chExt cx="2611019" cy="851694"/>
                      </a:xfrm>
                    </wpg:grpSpPr>
                    <wps:wsp>
                      <wps:cNvPr id="5" name="Text Box 5"/>
                      <wps:cNvSpPr txBox="1"/>
                      <wps:spPr>
                        <a:xfrm>
                          <a:off x="0" y="0"/>
                          <a:ext cx="2259724" cy="462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42A9C54" w14:textId="77777777" w:rsidR="00912DB1" w:rsidRPr="00912DB1" w:rsidRDefault="00912DB1" w:rsidP="00912DB1">
                            <w:pPr>
                              <w:pStyle w:val="Header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A5A5A5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12DB1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A5A5A5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ORBIS-LATA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  <wps:wsp>
                      <wps:cNvPr id="10" name="Text Box 10"/>
                      <wps:cNvSpPr txBox="1"/>
                      <wps:spPr>
                        <a:xfrm>
                          <a:off x="73559" y="409734"/>
                          <a:ext cx="2537460" cy="44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DDF4A6" w14:textId="77777777" w:rsidR="00952A5A" w:rsidRPr="00952A5A" w:rsidRDefault="00952A5A" w:rsidP="00952A5A">
                            <w:pPr>
                              <w:pStyle w:val="Header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A5A5A5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52A5A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A5A5A5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HOLDINGS 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1B898A4" id="Group 24" o:spid="_x0000_s1027" style="position:absolute;margin-left:76.55pt;margin-top:-15.25pt;width:205.6pt;height:67.05pt;z-index:251667456" coordsize="2611019,85169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">
              <v:shape id="Text Box 5" o:spid="_x0000_s1028" type="#_x0000_t202" style="position:absolute;width:2259724;height:46245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ejVcwQAA&#10;ANoAAAAPAAAAZHJzL2Rvd25yZXYueG1sRI9Bi8IwFITvC/6H8ARva6Lo4lajiCJ4Ulbdhb09mmdb&#10;bF5KE23990YQPA4z8w0zW7S2FDeqfeFYw6CvQBCnzhScaTgdN58TED4gGywdk4Y7eVjMOx8zTIxr&#10;+Iduh5CJCGGfoIY8hCqR0qc5WfR9VxFH7+xqiyHKOpOmxibCbSmHSn1JiwXHhRwrWuWUXg5Xq+F3&#10;d/7/G6l9trbjqnGtkmy/pda9brucggjUhnf41d4aDWN4Xok3QM4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Xo1XMEAAADaAAAADwAAAAAAAAAAAAAAAACXAgAAZHJzL2Rvd25y&#10;ZXYueG1sUEsFBgAAAAAEAAQA9QAAAIUDAAAAAA==&#10;" filled="f" stroked="f">
                <v:textbox>
                  <w:txbxContent>
                    <w:p w14:paraId="442A9C54" w14:textId="77777777" w:rsidR="00912DB1" w:rsidRPr="00912DB1" w:rsidRDefault="00912DB1" w:rsidP="00912DB1">
                      <w:pPr>
                        <w:pStyle w:val="Header"/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color w:val="A5A5A5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912DB1">
                        <w:rPr>
                          <w:rFonts w:ascii="Times New Roman" w:hAnsi="Times New Roman" w:cs="Times New Roman"/>
                          <w:b/>
                          <w:noProof/>
                          <w:color w:val="A5A5A5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ORBIS-LATA</w:t>
                      </w:r>
                    </w:p>
                  </w:txbxContent>
                </v:textbox>
              </v:shape>
              <v:shape id="Text Box 10" o:spid="_x0000_s1029" type="#_x0000_t202" style="position:absolute;left:73559;top:409734;width:2537460;height:44196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QPrbxAAA&#10;ANsAAAAPAAAAZHJzL2Rvd25yZXYueG1sRI/NbsJADITvlXiHlZF6KxtQW0FgQYi2Um8tPw9gZU02&#10;JOuNslsIPH19QOJma8Yznxer3jfqTF2sAhsYjzJQxEWwFZcGDvuvlymomJAtNoHJwJUirJaDpwXm&#10;Nlx4S+ddKpWEcMzRgEupzbWOhSOPcRRaYtGOofOYZO1KbTu8SLhv9CTL3rXHiqXBYUsbR0W9+/MG&#10;ppn/qevZ5Df619v4zW0+wmd7MuZ52K/noBL16WG+X39bwRd6+UUG0Mt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UD628QAAADbAAAADwAAAAAAAAAAAAAAAACXAgAAZHJzL2Rv&#10;d25yZXYueG1sUEsFBgAAAAAEAAQA9QAAAIgDAAAAAA==&#10;" filled="f" stroked="f">
                <v:textbox style="mso-fit-shape-to-text:t">
                  <w:txbxContent>
                    <w:p w14:paraId="16DDF4A6" w14:textId="77777777" w:rsidR="00952A5A" w:rsidRPr="00952A5A" w:rsidRDefault="00952A5A" w:rsidP="00952A5A">
                      <w:pPr>
                        <w:pStyle w:val="Header"/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color w:val="A5A5A5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952A5A">
                        <w:rPr>
                          <w:rFonts w:ascii="Times New Roman" w:hAnsi="Times New Roman" w:cs="Times New Roman"/>
                          <w:b/>
                          <w:noProof/>
                          <w:color w:val="A5A5A5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HOLDINGS INC.</w:t>
                      </w:r>
                    </w:p>
                  </w:txbxContent>
                </v:textbox>
              </v:shape>
              <w10:wrap type="square"/>
            </v:group>
          </w:pict>
        </mc:Fallback>
      </mc:AlternateContent>
    </w:r>
    <w:r w:rsidR="00912DB1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222187" wp14:editId="3E6D1B79">
              <wp:simplePos x="0" y="0"/>
              <wp:positionH relativeFrom="margin">
                <wp:posOffset>1118870</wp:posOffset>
              </wp:positionH>
              <wp:positionV relativeFrom="paragraph">
                <wp:posOffset>267970</wp:posOffset>
              </wp:positionV>
              <wp:extent cx="1944370" cy="383540"/>
              <wp:effectExtent l="0" t="0" r="0" b="0"/>
              <wp:wrapSquare wrapText="bothSides"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4370" cy="383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19A226" w14:textId="77777777" w:rsidR="00912DB1" w:rsidRPr="00912DB1" w:rsidRDefault="00912DB1" w:rsidP="00912DB1">
                          <w:pPr>
                            <w:pStyle w:val="Header"/>
                            <w:jc w:val="center"/>
                            <w:rPr>
                              <w:rFonts w:ascii="Times New Roman" w:hAnsi="Times New Roman" w:cs="Times New Roman"/>
                              <w:b/>
                              <w:noProof/>
                              <w:color w:val="A5A5A5" w:themeColor="accent3"/>
                              <w:sz w:val="40"/>
                              <w:szCs w:val="40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props3d w14:extrusionH="57150" w14:contourW="0" w14:prstMaterial="matte">
                                <w14:bevelT w14:w="63500" w14:h="12700" w14:prst="angle"/>
                                <w14:contourClr>
                                  <w14:schemeClr w14:val="bg1">
                                    <w14:lumMod w14:val="65000"/>
                                  </w14:schemeClr>
                                </w14:contourClr>
                              </w14:props3d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  <a:scene3d>
                        <a:camera prst="orthographicFront"/>
                        <a:lightRig rig="harsh" dir="t"/>
                      </a:scene3d>
                      <a:sp3d extrusionH="57150" prstMaterial="matte">
                        <a:bevelT w="63500" h="12700" prst="angle"/>
                        <a:contourClr>
                          <a:schemeClr val="bg1">
                            <a:lumMod val="65000"/>
                          </a:schemeClr>
                        </a:contourClr>
                      </a:sp3d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3E222187" id="Text Box 6" o:spid="_x0000_s1030" type="#_x0000_t202" style="position:absolute;margin-left:88.1pt;margin-top:21.1pt;width:153.1pt;height:30.2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" filled="f" stroked="f">
              <v:textbox style="mso-fit-shape-to-text:t">
                <w:txbxContent>
                  <w:p w14:paraId="6C19A226" w14:textId="77777777" w:rsidR="00912DB1" w:rsidRPr="00912DB1" w:rsidRDefault="00912DB1" w:rsidP="00912DB1">
                    <w:pPr>
                      <w:pStyle w:val="Header"/>
                      <w:jc w:val="center"/>
                      <w:rPr>
                        <w:rFonts w:ascii="Times New Roman" w:hAnsi="Times New Roman" w:cs="Times New Roman"/>
                        <w:b/>
                        <w:noProof/>
                        <w:color w:val="A5A5A5" w:themeColor="accent3"/>
                        <w:sz w:val="40"/>
                        <w:szCs w:val="40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  <w14:props3d w14:extrusionH="57150" w14:contourW="0" w14:prstMaterial="matte">
                          <w14:bevelT w14:w="63500" w14:h="12700" w14:prst="angle"/>
                          <w14:contourClr>
                            <w14:schemeClr w14:val="bg1">
                              <w14:lumMod w14:val="65000"/>
                            </w14:schemeClr>
                          </w14:contourClr>
                        </w14:props3d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912DB1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AC3CC37" wp14:editId="447E6353">
              <wp:simplePos x="0" y="0"/>
              <wp:positionH relativeFrom="margin">
                <wp:align>left</wp:align>
              </wp:positionH>
              <wp:positionV relativeFrom="paragraph">
                <wp:posOffset>-215462</wp:posOffset>
              </wp:positionV>
              <wp:extent cx="1097280" cy="941832"/>
              <wp:effectExtent l="0" t="0" r="7620" b="0"/>
              <wp:wrapSquare wrapText="bothSides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7280" cy="94183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0AAC9BB" w14:textId="77777777" w:rsidR="00912DB1" w:rsidRDefault="00912DB1">
                          <w:r>
                            <w:rPr>
                              <w:noProof/>
                              <w:lang w:val="en-GB" w:eastAsia="en-GB"/>
                            </w:rPr>
                            <w:drawing>
                              <wp:inline distT="0" distB="0" distL="0" distR="0" wp14:anchorId="295274FE" wp14:editId="5B5F0B44">
                                <wp:extent cx="985792" cy="851338"/>
                                <wp:effectExtent l="0" t="0" r="5080" b="6350"/>
                                <wp:docPr id="22" name="Picture 2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Globe 4.bmp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007407" cy="87000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C3CC37" id="Text Box 2" o:spid="_x0000_s1031" type="#_x0000_t202" style="position:absolute;margin-left:0;margin-top:-16.9pt;width:86.4pt;height:74.1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" fillcolor="white [3201]" stroked="f" strokeweight=".5pt">
              <v:textbox>
                <w:txbxContent>
                  <w:p w14:paraId="60AAC9BB" w14:textId="77777777" w:rsidR="00912DB1" w:rsidRDefault="00912DB1">
                    <w:r>
                      <w:rPr>
                        <w:noProof/>
                        <w:lang w:val="en-GB" w:eastAsia="en-GB"/>
                      </w:rPr>
                      <w:drawing>
                        <wp:inline distT="0" distB="0" distL="0" distR="0" wp14:anchorId="295274FE" wp14:editId="5B5F0B44">
                          <wp:extent cx="985792" cy="851338"/>
                          <wp:effectExtent l="0" t="0" r="5080" b="6350"/>
                          <wp:docPr id="22" name="Picture 2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Globe 4.bmp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07407" cy="87000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F9F"/>
    <w:rsid w:val="004176AB"/>
    <w:rsid w:val="00661527"/>
    <w:rsid w:val="00717075"/>
    <w:rsid w:val="00822A22"/>
    <w:rsid w:val="00912DB1"/>
    <w:rsid w:val="00952A5A"/>
    <w:rsid w:val="00994F86"/>
    <w:rsid w:val="00A44E81"/>
    <w:rsid w:val="00BE7F9F"/>
    <w:rsid w:val="00D4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83CB1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2D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2DB1"/>
  </w:style>
  <w:style w:type="paragraph" w:styleId="Footer">
    <w:name w:val="footer"/>
    <w:basedOn w:val="Normal"/>
    <w:link w:val="FooterChar"/>
    <w:uiPriority w:val="99"/>
    <w:unhideWhenUsed/>
    <w:rsid w:val="00912D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2DB1"/>
  </w:style>
  <w:style w:type="paragraph" w:styleId="NoSpacing">
    <w:name w:val="No Spacing"/>
    <w:uiPriority w:val="1"/>
    <w:qFormat/>
    <w:rsid w:val="00D431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paulkanes/Desktop/Orbis%20Holdings%20Letter%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Orbis Holdings Letter .dotx</Template>
  <TotalTime>6</TotalTime>
  <Pages>1</Pages>
  <Words>2</Words>
  <Characters>17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Kanes</dc:creator>
  <cp:keywords/>
  <dc:description/>
  <cp:lastModifiedBy>Paul Kanes</cp:lastModifiedBy>
  <cp:revision>1</cp:revision>
  <dcterms:created xsi:type="dcterms:W3CDTF">2020-07-20T19:29:00Z</dcterms:created>
  <dcterms:modified xsi:type="dcterms:W3CDTF">2020-07-20T19:35:00Z</dcterms:modified>
</cp:coreProperties>
</file>